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C5EDA" w14:paraId="5B9102DB" w14:textId="77777777" w:rsidTr="00E7348F">
        <w:tc>
          <w:tcPr>
            <w:tcW w:w="2689" w:type="dxa"/>
          </w:tcPr>
          <w:p w14:paraId="67D4C0FC" w14:textId="33304E50" w:rsidR="004C5EDA" w:rsidRPr="004C5EDA" w:rsidRDefault="004C5EDA" w:rsidP="004C5EDA">
            <w:pPr>
              <w:pStyle w:val="SIText"/>
            </w:pPr>
            <w:r w:rsidRPr="00B616D1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7FC77E9" w14:textId="3045A28A" w:rsidR="004C5EDA" w:rsidRPr="004C5EDA" w:rsidRDefault="004C5EDA" w:rsidP="00082CC3">
            <w:pPr>
              <w:pStyle w:val="SIText"/>
            </w:pPr>
            <w:r w:rsidRPr="00B616D1">
              <w:t xml:space="preserve">This version released with AHC Agriculture, Horticulture, Conservation and Land Management Training Package Version </w:t>
            </w:r>
            <w:r w:rsidRPr="008B0D6E">
              <w:rPr>
                <w:rStyle w:val="SITemporaryText-blue"/>
              </w:rPr>
              <w:t>X</w:t>
            </w:r>
            <w:r w:rsidRPr="00B616D1">
              <w:t>.0.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6E766B44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B08A435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</w:t>
            </w:r>
            <w:r w:rsidR="00B03253">
              <w:t>1</w:t>
            </w:r>
            <w:r w:rsidR="00D6140B">
              <w:t>9</w:t>
            </w:r>
          </w:p>
        </w:tc>
        <w:tc>
          <w:tcPr>
            <w:tcW w:w="3604" w:type="pct"/>
            <w:shd w:val="clear" w:color="auto" w:fill="auto"/>
          </w:tcPr>
          <w:p w14:paraId="01D80964" w14:textId="28170BAB" w:rsidR="00F1480E" w:rsidRPr="005404CB" w:rsidRDefault="00D6140B" w:rsidP="005404CB">
            <w:pPr>
              <w:pStyle w:val="SIUnittitle"/>
            </w:pPr>
            <w:r w:rsidRPr="00D6140B">
              <w:t>Test, improve and maintain healthy soil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1AF028" w14:textId="32D5B120" w:rsidR="00D6140B" w:rsidRPr="00D6140B" w:rsidRDefault="00D6140B" w:rsidP="00D6140B">
            <w:r w:rsidRPr="00D6140B">
              <w:t>This unit of competency describes the skills and knowledge required to test</w:t>
            </w:r>
            <w:r w:rsidR="004C5EDA">
              <w:t xml:space="preserve"> soils</w:t>
            </w:r>
            <w:r w:rsidRPr="00D6140B">
              <w:t xml:space="preserve">, </w:t>
            </w:r>
            <w:r w:rsidR="004C5EDA">
              <w:t xml:space="preserve">develop a soil </w:t>
            </w:r>
            <w:r w:rsidRPr="00D6140B">
              <w:t>improve</w:t>
            </w:r>
            <w:r w:rsidR="004C5EDA">
              <w:t xml:space="preserve">ment </w:t>
            </w:r>
            <w:proofErr w:type="gramStart"/>
            <w:r w:rsidR="004C5EDA">
              <w:t>plan</w:t>
            </w:r>
            <w:proofErr w:type="gramEnd"/>
            <w:r w:rsidRPr="00D6140B">
              <w:t xml:space="preserve"> and maintain </w:t>
            </w:r>
            <w:r w:rsidR="004C5EDA">
              <w:t xml:space="preserve">the </w:t>
            </w:r>
            <w:r w:rsidRPr="00D6140B">
              <w:t>health</w:t>
            </w:r>
            <w:r w:rsidR="004C5EDA">
              <w:t xml:space="preserve"> of</w:t>
            </w:r>
            <w:r w:rsidRPr="00D6140B">
              <w:t xml:space="preserve"> soil in a permaculture system. </w:t>
            </w:r>
          </w:p>
          <w:p w14:paraId="1941A460" w14:textId="77777777" w:rsidR="00D6140B" w:rsidRDefault="00D6140B" w:rsidP="00D6140B"/>
          <w:p w14:paraId="04BC2B6F" w14:textId="77777777" w:rsidR="004C5EDA" w:rsidRPr="004C5EDA" w:rsidRDefault="004C5EDA" w:rsidP="004C5EDA">
            <w:r w:rsidRPr="004C5EDA">
              <w:t xml:space="preserve">The unit applies to individuals who take responsibility for their own work and for the quality of the work of others. They use discretion and judgement in the selection, </w:t>
            </w:r>
            <w:proofErr w:type="gramStart"/>
            <w:r w:rsidRPr="004C5EDA">
              <w:t>allocation</w:t>
            </w:r>
            <w:proofErr w:type="gramEnd"/>
            <w:r w:rsidRPr="004C5EDA">
              <w:t xml:space="preserve"> and use of available resources. </w:t>
            </w:r>
          </w:p>
          <w:p w14:paraId="241A3F19" w14:textId="77777777" w:rsidR="00D6140B" w:rsidRDefault="00D6140B" w:rsidP="00D6140B"/>
          <w:p w14:paraId="22C15BCD" w14:textId="5423EF85" w:rsidR="00373436" w:rsidRPr="000754EC" w:rsidRDefault="00D6140B" w:rsidP="008B0D6E">
            <w:r w:rsidRPr="00D6140B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471D4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2591A34" w:rsidR="00C471D4" w:rsidRPr="00C471D4" w:rsidRDefault="00C471D4">
            <w:pPr>
              <w:pStyle w:val="SIText"/>
            </w:pPr>
            <w:r w:rsidRPr="00C471D4">
              <w:t xml:space="preserve">1. </w:t>
            </w:r>
            <w:r w:rsidR="004C5EDA">
              <w:t>S</w:t>
            </w:r>
            <w:r w:rsidRPr="00C471D4">
              <w:t>ample</w:t>
            </w:r>
            <w:r w:rsidR="004C5EDA">
              <w:t xml:space="preserve"> soil</w:t>
            </w:r>
            <w:r w:rsidRPr="00C471D4">
              <w:t xml:space="preserve"> </w:t>
            </w:r>
            <w:r w:rsidR="006D02B4">
              <w:t>in</w:t>
            </w:r>
            <w:r w:rsidR="006D02B4" w:rsidRPr="00C471D4">
              <w:t xml:space="preserve"> </w:t>
            </w:r>
            <w:r w:rsidRPr="00C471D4">
              <w:t>a permaculture system</w:t>
            </w:r>
          </w:p>
        </w:tc>
        <w:tc>
          <w:tcPr>
            <w:tcW w:w="3604" w:type="pct"/>
            <w:shd w:val="clear" w:color="auto" w:fill="auto"/>
          </w:tcPr>
          <w:p w14:paraId="4843331E" w14:textId="528D0127" w:rsidR="004C5EDA" w:rsidRDefault="00C471D4" w:rsidP="00C471D4">
            <w:r w:rsidRPr="00C471D4">
              <w:t xml:space="preserve">1.1 </w:t>
            </w:r>
            <w:r w:rsidR="00F57D99">
              <w:t xml:space="preserve">Determine </w:t>
            </w:r>
            <w:r w:rsidR="004C5EDA">
              <w:t>site</w:t>
            </w:r>
            <w:r w:rsidR="00F57D99">
              <w:t xml:space="preserve"> and purpose for </w:t>
            </w:r>
            <w:r w:rsidR="004C5EDA">
              <w:t xml:space="preserve">soil </w:t>
            </w:r>
            <w:r w:rsidR="00F57D99">
              <w:t xml:space="preserve">tests </w:t>
            </w:r>
            <w:r w:rsidR="004C5EDA">
              <w:t>in a permaculture system</w:t>
            </w:r>
          </w:p>
          <w:p w14:paraId="116E861C" w14:textId="1408E512" w:rsidR="00C471D4" w:rsidRPr="00C471D4" w:rsidRDefault="004C5EDA" w:rsidP="00C471D4">
            <w:r>
              <w:t xml:space="preserve">1.2 Collect soil </w:t>
            </w:r>
            <w:r w:rsidR="00C471D4" w:rsidRPr="00C471D4">
              <w:t xml:space="preserve">samples </w:t>
            </w:r>
            <w:r>
              <w:t>according to workplace procedures</w:t>
            </w:r>
          </w:p>
          <w:p w14:paraId="4B044429" w14:textId="2C0C9DC9" w:rsidR="00C471D4" w:rsidRPr="00C471D4" w:rsidRDefault="00C471D4" w:rsidP="00082CC3">
            <w:r w:rsidRPr="00C471D4">
              <w:t>1.</w:t>
            </w:r>
            <w:r w:rsidR="00F57D99">
              <w:t>3</w:t>
            </w:r>
            <w:r w:rsidRPr="00C471D4">
              <w:t xml:space="preserve"> Prepare </w:t>
            </w:r>
            <w:r w:rsidR="001D2CF2">
              <w:t xml:space="preserve">and label </w:t>
            </w:r>
            <w:r w:rsidR="004C5EDA">
              <w:t>soil</w:t>
            </w:r>
            <w:r w:rsidR="004C5EDA" w:rsidRPr="00C471D4">
              <w:t xml:space="preserve"> </w:t>
            </w:r>
            <w:r w:rsidRPr="00C471D4">
              <w:t xml:space="preserve">samples </w:t>
            </w:r>
            <w:r w:rsidR="001D2CF2">
              <w:t>according to soil testing procedures</w:t>
            </w:r>
            <w:r w:rsidR="004C5EDA" w:rsidRPr="00C471D4">
              <w:t xml:space="preserve"> </w:t>
            </w:r>
          </w:p>
        </w:tc>
      </w:tr>
      <w:tr w:rsidR="00C471D4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316CA58" w:rsidR="00C471D4" w:rsidRPr="00C471D4" w:rsidRDefault="00C471D4" w:rsidP="00082CC3">
            <w:pPr>
              <w:pStyle w:val="SIText"/>
            </w:pPr>
            <w:r w:rsidRPr="00C471D4">
              <w:t xml:space="preserve">2. Test soil for </w:t>
            </w:r>
            <w:r w:rsidR="00C91B1E" w:rsidRPr="00C91B1E">
              <w:t xml:space="preserve">structural </w:t>
            </w:r>
            <w:r w:rsidR="00C91B1E">
              <w:t xml:space="preserve">requirements and </w:t>
            </w:r>
            <w:r w:rsidRPr="00C471D4">
              <w:t xml:space="preserve">plant </w:t>
            </w:r>
            <w:r w:rsidR="00C91B1E">
              <w:t>need</w:t>
            </w:r>
            <w:r w:rsidR="006D02B4">
              <w:t>s</w:t>
            </w:r>
          </w:p>
        </w:tc>
        <w:tc>
          <w:tcPr>
            <w:tcW w:w="3604" w:type="pct"/>
            <w:shd w:val="clear" w:color="auto" w:fill="auto"/>
          </w:tcPr>
          <w:p w14:paraId="1D40C480" w14:textId="31115B80" w:rsidR="00C471D4" w:rsidRPr="00C471D4" w:rsidRDefault="00C471D4" w:rsidP="00C471D4">
            <w:r w:rsidRPr="00C471D4">
              <w:t>2.1 Carry out soil tests</w:t>
            </w:r>
            <w:r w:rsidR="00F57D99">
              <w:t xml:space="preserve"> according to testing procedures and industry standards</w:t>
            </w:r>
          </w:p>
          <w:p w14:paraId="657D9420" w14:textId="3648E498" w:rsidR="00C91B1E" w:rsidRDefault="00C471D4" w:rsidP="008B0D6E">
            <w:r w:rsidRPr="00C471D4">
              <w:t xml:space="preserve">2.2 </w:t>
            </w:r>
            <w:r w:rsidR="00F57D99">
              <w:t xml:space="preserve">Arrange and submit soils to </w:t>
            </w:r>
            <w:r w:rsidRPr="00C471D4">
              <w:t xml:space="preserve">laboratory for nutrient </w:t>
            </w:r>
            <w:r w:rsidR="00F57D99">
              <w:t xml:space="preserve">tests according to workplace </w:t>
            </w:r>
            <w:r w:rsidR="00400B60">
              <w:t xml:space="preserve">procedures </w:t>
            </w:r>
            <w:r w:rsidR="00C91B1E">
              <w:t>and laboratory requirements</w:t>
            </w:r>
          </w:p>
          <w:p w14:paraId="2B00249F" w14:textId="4689E3B9" w:rsidR="00C471D4" w:rsidRPr="00C471D4" w:rsidRDefault="00C91B1E" w:rsidP="008B0D6E">
            <w:r>
              <w:t>2.3 Collate and record test results for each sample according to workplace and testing procedures</w:t>
            </w:r>
          </w:p>
        </w:tc>
      </w:tr>
      <w:tr w:rsidR="00C471D4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2F1FBA9" w:rsidR="00C471D4" w:rsidRPr="00C471D4" w:rsidRDefault="00C471D4" w:rsidP="00082CC3">
            <w:pPr>
              <w:pStyle w:val="SIText"/>
            </w:pPr>
            <w:r w:rsidRPr="00C471D4">
              <w:t xml:space="preserve">3. </w:t>
            </w:r>
            <w:r w:rsidR="00C91B1E">
              <w:t>Determine</w:t>
            </w:r>
            <w:r w:rsidR="00C91B1E" w:rsidRPr="00C471D4">
              <w:t xml:space="preserve"> </w:t>
            </w:r>
            <w:r w:rsidRPr="00C471D4">
              <w:t>soil improvement requirements</w:t>
            </w:r>
          </w:p>
        </w:tc>
        <w:tc>
          <w:tcPr>
            <w:tcW w:w="3604" w:type="pct"/>
            <w:shd w:val="clear" w:color="auto" w:fill="auto"/>
          </w:tcPr>
          <w:p w14:paraId="65BF9323" w14:textId="085058DE" w:rsidR="00C471D4" w:rsidRPr="00C471D4" w:rsidRDefault="00C471D4" w:rsidP="00C471D4">
            <w:r w:rsidRPr="00C471D4">
              <w:t>3.1 Determine requirements for soil improvement from test</w:t>
            </w:r>
            <w:r w:rsidR="00082CC3">
              <w:t xml:space="preserve"> results</w:t>
            </w:r>
          </w:p>
          <w:p w14:paraId="203BFC00" w14:textId="02EF0143" w:rsidR="00C471D4" w:rsidRPr="00C471D4" w:rsidRDefault="00C471D4" w:rsidP="00C471D4">
            <w:r w:rsidRPr="00C471D4">
              <w:t>3.</w:t>
            </w:r>
            <w:r w:rsidR="00082CC3">
              <w:t>2</w:t>
            </w:r>
            <w:r w:rsidRPr="00C471D4">
              <w:t xml:space="preserve"> Identify soil biota and </w:t>
            </w:r>
            <w:r w:rsidR="00277A4A">
              <w:t xml:space="preserve">develop strategy to optimise </w:t>
            </w:r>
            <w:r w:rsidR="00B5585F">
              <w:t>biodiversity</w:t>
            </w:r>
          </w:p>
          <w:p w14:paraId="436AB7E1" w14:textId="50BF6E2C" w:rsidR="00082CC3" w:rsidRDefault="00C471D4" w:rsidP="00082CC3">
            <w:r w:rsidRPr="00C471D4">
              <w:t>3.</w:t>
            </w:r>
            <w:r w:rsidR="00082CC3">
              <w:t>3</w:t>
            </w:r>
            <w:r w:rsidRPr="00C471D4">
              <w:t xml:space="preserve"> </w:t>
            </w:r>
            <w:r w:rsidR="00082CC3">
              <w:t>Investigate</w:t>
            </w:r>
            <w:r w:rsidR="00082CC3" w:rsidRPr="00C471D4">
              <w:t xml:space="preserve"> </w:t>
            </w:r>
            <w:r w:rsidRPr="00C471D4">
              <w:t>soil improvement options</w:t>
            </w:r>
          </w:p>
          <w:p w14:paraId="1C93868F" w14:textId="2082FB75" w:rsidR="00C471D4" w:rsidRPr="00C471D4" w:rsidRDefault="00082CC3">
            <w:r>
              <w:t>3.4 Confirm soil improvement options with experienced stakeholders</w:t>
            </w:r>
          </w:p>
        </w:tc>
      </w:tr>
      <w:tr w:rsidR="00C471D4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71A2CA84" w:rsidR="00C471D4" w:rsidRPr="00C471D4" w:rsidRDefault="00C471D4">
            <w:pPr>
              <w:pStyle w:val="SIText"/>
            </w:pPr>
            <w:r w:rsidRPr="00C471D4">
              <w:t xml:space="preserve">4. </w:t>
            </w:r>
            <w:r w:rsidR="00923DC5">
              <w:t>Develop and i</w:t>
            </w:r>
            <w:r w:rsidRPr="00C471D4">
              <w:t>mplemen</w:t>
            </w:r>
            <w:r w:rsidR="009D2EFC">
              <w:t>t</w:t>
            </w:r>
            <w:r w:rsidRPr="00C471D4">
              <w:t xml:space="preserve"> soil improvement plan</w:t>
            </w:r>
          </w:p>
        </w:tc>
        <w:tc>
          <w:tcPr>
            <w:tcW w:w="3604" w:type="pct"/>
            <w:shd w:val="clear" w:color="auto" w:fill="auto"/>
          </w:tcPr>
          <w:p w14:paraId="5EAD3F99" w14:textId="7008C496" w:rsidR="00C471D4" w:rsidRPr="00C471D4" w:rsidRDefault="00C471D4" w:rsidP="00C471D4">
            <w:r w:rsidRPr="00C471D4">
              <w:t xml:space="preserve">4.1 Develop a plan </w:t>
            </w:r>
            <w:r w:rsidR="00082CC3">
              <w:t xml:space="preserve">and schedule </w:t>
            </w:r>
            <w:r w:rsidRPr="00C471D4">
              <w:t xml:space="preserve">for soil improvement </w:t>
            </w:r>
            <w:r w:rsidR="00082CC3">
              <w:t>according to site requirements</w:t>
            </w:r>
            <w:r w:rsidR="009D2EFC">
              <w:t xml:space="preserve">, </w:t>
            </w:r>
            <w:proofErr w:type="gramStart"/>
            <w:r w:rsidR="00082CC3">
              <w:t>purpose</w:t>
            </w:r>
            <w:proofErr w:type="gramEnd"/>
            <w:r w:rsidR="009D2EFC">
              <w:t xml:space="preserve"> and test results</w:t>
            </w:r>
          </w:p>
          <w:p w14:paraId="376DCAF1" w14:textId="3BB49279" w:rsidR="00C471D4" w:rsidRPr="00C471D4" w:rsidRDefault="00C471D4" w:rsidP="00C471D4">
            <w:r w:rsidRPr="00C471D4">
              <w:t xml:space="preserve">4.2 Calculate </w:t>
            </w:r>
            <w:r w:rsidR="00277A4A">
              <w:t>rates of</w:t>
            </w:r>
            <w:r w:rsidRPr="00C471D4">
              <w:t xml:space="preserve"> </w:t>
            </w:r>
            <w:r w:rsidR="00277A4A">
              <w:t xml:space="preserve">soil </w:t>
            </w:r>
            <w:r w:rsidRPr="00C471D4">
              <w:t xml:space="preserve">additives and supplements </w:t>
            </w:r>
            <w:r w:rsidR="00277A4A">
              <w:t>according to permaculture and organic principles</w:t>
            </w:r>
          </w:p>
          <w:p w14:paraId="2545526F" w14:textId="7C065713" w:rsidR="00277A4A" w:rsidRDefault="00C471D4">
            <w:r w:rsidRPr="00C471D4">
              <w:t xml:space="preserve">4.3 </w:t>
            </w:r>
            <w:r w:rsidR="00277A4A">
              <w:t>Apply additives and supplements according to permaculture and organic principles</w:t>
            </w:r>
          </w:p>
          <w:p w14:paraId="61F758F9" w14:textId="06251AA2" w:rsidR="00C471D4" w:rsidRPr="00C471D4" w:rsidRDefault="00C471D4">
            <w:r w:rsidRPr="00C471D4">
              <w:t xml:space="preserve">4.4 </w:t>
            </w:r>
            <w:r w:rsidR="00816686">
              <w:t xml:space="preserve">Implement strategy to </w:t>
            </w:r>
            <w:r w:rsidR="001E1A0F">
              <w:t>optimise</w:t>
            </w:r>
            <w:r w:rsidRPr="00C471D4">
              <w:t xml:space="preserve"> soil biota</w:t>
            </w:r>
          </w:p>
        </w:tc>
      </w:tr>
      <w:tr w:rsidR="00C471D4" w:rsidRPr="00963A46" w14:paraId="0307574F" w14:textId="77777777" w:rsidTr="008B0D6E">
        <w:trPr>
          <w:cantSplit/>
          <w:trHeight w:val="763"/>
        </w:trPr>
        <w:tc>
          <w:tcPr>
            <w:tcW w:w="1396" w:type="pct"/>
            <w:shd w:val="clear" w:color="auto" w:fill="auto"/>
          </w:tcPr>
          <w:p w14:paraId="1E9F84F0" w14:textId="587B716C" w:rsidR="00C471D4" w:rsidRPr="00C471D4" w:rsidRDefault="00C471D4" w:rsidP="006D02B4">
            <w:pPr>
              <w:pStyle w:val="SIText"/>
            </w:pPr>
            <w:r w:rsidRPr="00C471D4">
              <w:t xml:space="preserve">5. Maintain health of soil according to organic </w:t>
            </w:r>
            <w:r w:rsidR="006D02B4">
              <w:t>and permaculture principles</w:t>
            </w:r>
          </w:p>
        </w:tc>
        <w:tc>
          <w:tcPr>
            <w:tcW w:w="3604" w:type="pct"/>
            <w:shd w:val="clear" w:color="auto" w:fill="auto"/>
          </w:tcPr>
          <w:p w14:paraId="32A1B2FC" w14:textId="12BB1B65" w:rsidR="009D2EFC" w:rsidRDefault="00C471D4" w:rsidP="00C471D4">
            <w:r w:rsidRPr="00C471D4">
              <w:t xml:space="preserve">5.1 </w:t>
            </w:r>
            <w:r w:rsidR="00B5585F">
              <w:t xml:space="preserve">Monitor </w:t>
            </w:r>
            <w:r w:rsidR="009D2EFC">
              <w:t xml:space="preserve">and record </w:t>
            </w:r>
            <w:r w:rsidR="00B5585F">
              <w:t>performance of soil improvement plan</w:t>
            </w:r>
            <w:r w:rsidR="00B5585F" w:rsidRPr="00C471D4">
              <w:t xml:space="preserve"> </w:t>
            </w:r>
          </w:p>
          <w:p w14:paraId="2C1C1652" w14:textId="1B6EB469" w:rsidR="009D2EFC" w:rsidRPr="00C471D4" w:rsidRDefault="009D2EFC" w:rsidP="00C471D4">
            <w:r>
              <w:t xml:space="preserve">5.2 Amend soil improvement plan for identified poor performance </w:t>
            </w:r>
          </w:p>
          <w:p w14:paraId="68BBADCC" w14:textId="4B97E509" w:rsidR="006D02B4" w:rsidRPr="00C471D4" w:rsidRDefault="00C471D4" w:rsidP="006D02B4">
            <w:r w:rsidRPr="00C471D4">
              <w:t>5.</w:t>
            </w:r>
            <w:r w:rsidR="009D2EFC">
              <w:t>3</w:t>
            </w:r>
            <w:r w:rsidRPr="00C471D4">
              <w:t xml:space="preserve"> </w:t>
            </w:r>
            <w:r w:rsidR="003C7869">
              <w:t xml:space="preserve">Monitor </w:t>
            </w:r>
            <w:r w:rsidR="006D02B4">
              <w:t xml:space="preserve">and modify </w:t>
            </w:r>
            <w:r w:rsidR="006741F8">
              <w:t xml:space="preserve">cultural </w:t>
            </w:r>
            <w:r w:rsidR="003C7869">
              <w:t>practices with potential to cause</w:t>
            </w:r>
            <w:r w:rsidRPr="00C471D4">
              <w:t xml:space="preserve"> deterioration </w:t>
            </w:r>
            <w:r w:rsidR="006D02B4">
              <w:t>of</w:t>
            </w:r>
            <w:r w:rsidR="003C7869" w:rsidRPr="00C471D4">
              <w:t xml:space="preserve"> </w:t>
            </w:r>
            <w:r w:rsidRPr="00C471D4">
              <w:t>soil health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4A4DBD48" w:rsidR="00F1480E" w:rsidRPr="005404CB" w:rsidRDefault="009620B0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66775D96" w:rsidR="00F1480E" w:rsidRPr="005404CB" w:rsidRDefault="009620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soil sample accurately maintaining traceability throughout testing and recording procedures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31969AF1" w:rsidR="00F1480E" w:rsidRPr="005404CB" w:rsidRDefault="009620B0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B5C131C" w14:textId="432C55C5" w:rsidR="00F1480E" w:rsidRPr="005404CB" w:rsidRDefault="009620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Accurately performs calculations relevant to tests performed to establish baseline for soil health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11AE882" w14:textId="77777777" w:rsidR="00CB13DA" w:rsidRDefault="006D02B4" w:rsidP="00CB13DA">
            <w:pPr>
              <w:pStyle w:val="SIText"/>
            </w:pPr>
            <w:r w:rsidRPr="006D02B4">
              <w:t>AHCPER319 Test, improve and maintain healthy soil in a permaculture system</w:t>
            </w:r>
          </w:p>
          <w:p w14:paraId="18ED5BE1" w14:textId="20AFF916" w:rsidR="008B0D6E" w:rsidRPr="00CB13DA" w:rsidRDefault="008B0D6E" w:rsidP="00CB13D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B4C7610" w14:textId="77777777" w:rsidR="00CB13DA" w:rsidRDefault="006D02B4" w:rsidP="00CB13DA">
            <w:pPr>
              <w:pStyle w:val="SIText"/>
            </w:pPr>
            <w:r w:rsidRPr="006D02B4">
              <w:t>AHCPER319 Test, improve and maintain healthy soil in a permaculture system</w:t>
            </w:r>
          </w:p>
          <w:p w14:paraId="64EA7AE3" w14:textId="033B32DD" w:rsidR="008B0D6E" w:rsidRPr="00CB13DA" w:rsidRDefault="008B0D6E" w:rsidP="00CB13D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6F1DA433" w:rsidR="00CB13DA" w:rsidRPr="00CB13DA" w:rsidRDefault="009D2EFC">
            <w:pPr>
              <w:pStyle w:val="SIText"/>
            </w:pPr>
            <w:r>
              <w:t>C</w:t>
            </w:r>
            <w:r w:rsidR="006D02B4">
              <w:t>hanges to Application, Elements and Performance C</w:t>
            </w:r>
            <w:r>
              <w:t>riteria for clarity</w:t>
            </w:r>
          </w:p>
        </w:tc>
        <w:tc>
          <w:tcPr>
            <w:tcW w:w="1616" w:type="pct"/>
          </w:tcPr>
          <w:p w14:paraId="426455CD" w14:textId="3D3587EA" w:rsidR="00CB13DA" w:rsidRPr="00CB13DA" w:rsidRDefault="006D02B4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CEAB5F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140B" w:rsidRPr="00D6140B">
              <w:t>AHCPER319 Test, improve and maintain healthy soil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75DF987" w14:textId="77777777" w:rsidR="00923DC5" w:rsidRPr="00923DC5" w:rsidRDefault="00923DC5" w:rsidP="00923DC5">
            <w:pPr>
              <w:pStyle w:val="SIText"/>
            </w:pPr>
            <w:r w:rsidRPr="00923DC5">
              <w:t xml:space="preserve">An individual demonstrating competency must satisfy </w:t>
            </w:r>
            <w:proofErr w:type="gramStart"/>
            <w:r w:rsidRPr="00923DC5">
              <w:t>all of</w:t>
            </w:r>
            <w:proofErr w:type="gramEnd"/>
            <w:r w:rsidRPr="00923DC5">
              <w:t xml:space="preserve"> the elements and performance criteria in this unit.</w:t>
            </w:r>
          </w:p>
          <w:p w14:paraId="6B3AA4A1" w14:textId="44619B62" w:rsidR="00923DC5" w:rsidRPr="00923DC5" w:rsidRDefault="00923DC5" w:rsidP="00923DC5">
            <w:pPr>
              <w:pStyle w:val="SIText"/>
            </w:pPr>
            <w:r w:rsidRPr="00923DC5">
              <w:t>There must be evidence that the individual has</w:t>
            </w:r>
            <w:r>
              <w:t xml:space="preserve"> tested soils in a permaculture system and implemented </w:t>
            </w:r>
            <w:r w:rsidR="00BF6573">
              <w:t xml:space="preserve">a </w:t>
            </w:r>
            <w:r>
              <w:t>soil improvement and maintenance plan, including:</w:t>
            </w:r>
          </w:p>
          <w:p w14:paraId="7D4EAD29" w14:textId="3800C160" w:rsidR="001D2CF2" w:rsidRPr="00C471D4" w:rsidRDefault="00923DC5" w:rsidP="00082CC3">
            <w:pPr>
              <w:pStyle w:val="SIBulletList1"/>
            </w:pPr>
            <w:r>
              <w:t xml:space="preserve">identified purpose </w:t>
            </w:r>
            <w:r w:rsidR="00BF6573">
              <w:t xml:space="preserve">and site </w:t>
            </w:r>
            <w:r>
              <w:t xml:space="preserve">for </w:t>
            </w:r>
            <w:r w:rsidR="00BF6573">
              <w:t xml:space="preserve">soil </w:t>
            </w:r>
            <w:r>
              <w:t xml:space="preserve">sample and collected </w:t>
            </w:r>
            <w:r w:rsidR="00C471D4" w:rsidRPr="00C471D4">
              <w:t>soil samples</w:t>
            </w:r>
          </w:p>
          <w:p w14:paraId="78A70730" w14:textId="3EED56B0" w:rsidR="00C471D4" w:rsidRPr="008B0D6E" w:rsidRDefault="00C471D4">
            <w:pPr>
              <w:pStyle w:val="SIBulletList1"/>
            </w:pPr>
            <w:r w:rsidRPr="008B0D6E">
              <w:t>test</w:t>
            </w:r>
            <w:r w:rsidR="00923DC5" w:rsidRPr="008B0D6E">
              <w:t>ed</w:t>
            </w:r>
            <w:r w:rsidRPr="008B0D6E">
              <w:t xml:space="preserve"> soil</w:t>
            </w:r>
            <w:r w:rsidR="000F273B" w:rsidRPr="008B0D6E">
              <w:t xml:space="preserve"> </w:t>
            </w:r>
            <w:r w:rsidRPr="008B0D6E">
              <w:t>s</w:t>
            </w:r>
            <w:r w:rsidR="000F273B" w:rsidRPr="008B0D6E">
              <w:t>amples</w:t>
            </w:r>
            <w:r w:rsidR="001D2CF2" w:rsidRPr="008B0D6E">
              <w:t xml:space="preserve"> </w:t>
            </w:r>
            <w:r w:rsidR="00923DC5" w:rsidRPr="0062123A">
              <w:t xml:space="preserve">which must include </w:t>
            </w:r>
            <w:proofErr w:type="gramStart"/>
            <w:r w:rsidR="00C6293D" w:rsidRPr="0062123A">
              <w:t>all of</w:t>
            </w:r>
            <w:proofErr w:type="gramEnd"/>
            <w:r w:rsidR="00C6293D" w:rsidRPr="0062123A">
              <w:t xml:space="preserve"> </w:t>
            </w:r>
            <w:r w:rsidR="00923DC5" w:rsidRPr="0062123A">
              <w:t>the following tests</w:t>
            </w:r>
            <w:r w:rsidR="00923DC5" w:rsidRPr="008B0D6E">
              <w:t>:</w:t>
            </w:r>
          </w:p>
          <w:p w14:paraId="39D3B0FD" w14:textId="05D1DF74" w:rsidR="001D2CF2" w:rsidRDefault="001D2CF2" w:rsidP="008B0D6E">
            <w:pPr>
              <w:pStyle w:val="SIBulletList2"/>
            </w:pPr>
            <w:r w:rsidRPr="001D2CF2">
              <w:t>texture</w:t>
            </w:r>
          </w:p>
          <w:p w14:paraId="273A6217" w14:textId="77777777" w:rsidR="00923DC5" w:rsidRPr="00923DC5" w:rsidRDefault="00923DC5" w:rsidP="00923DC5">
            <w:pPr>
              <w:pStyle w:val="SIBulletList2"/>
            </w:pPr>
            <w:r w:rsidRPr="00923DC5">
              <w:t>structure</w:t>
            </w:r>
          </w:p>
          <w:p w14:paraId="646E693E" w14:textId="77777777" w:rsidR="001D2CF2" w:rsidRDefault="001D2CF2" w:rsidP="008B0D6E">
            <w:pPr>
              <w:pStyle w:val="SIBulletList2"/>
            </w:pPr>
            <w:r w:rsidRPr="001D2CF2">
              <w:t>organic matter</w:t>
            </w:r>
          </w:p>
          <w:p w14:paraId="6A114750" w14:textId="77777777" w:rsidR="001D2CF2" w:rsidRDefault="001D2CF2" w:rsidP="008B0D6E">
            <w:pPr>
              <w:pStyle w:val="SIBulletList2"/>
            </w:pPr>
            <w:r w:rsidRPr="001D2CF2">
              <w:t>pH</w:t>
            </w:r>
          </w:p>
          <w:p w14:paraId="0F72AA2F" w14:textId="77777777" w:rsidR="001D2CF2" w:rsidRDefault="001D2CF2" w:rsidP="008B0D6E">
            <w:pPr>
              <w:pStyle w:val="SIBulletList2"/>
            </w:pPr>
            <w:r w:rsidRPr="001D2CF2">
              <w:t>water infiltration</w:t>
            </w:r>
          </w:p>
          <w:p w14:paraId="44472B70" w14:textId="5D55B4A3" w:rsidR="001D2CF2" w:rsidRDefault="001D2CF2" w:rsidP="008B0D6E">
            <w:pPr>
              <w:pStyle w:val="SIBulletList2"/>
            </w:pPr>
            <w:r w:rsidRPr="001D2CF2">
              <w:t>compaction</w:t>
            </w:r>
          </w:p>
          <w:p w14:paraId="51AEB26D" w14:textId="6160F78C" w:rsidR="00923DC5" w:rsidRDefault="00923DC5" w:rsidP="008B0D6E">
            <w:pPr>
              <w:pStyle w:val="SIBulletList1"/>
            </w:pPr>
            <w:r>
              <w:t>prepared a soil sample for laboratory testing</w:t>
            </w:r>
            <w:r w:rsidR="000F273B">
              <w:t xml:space="preserve"> of nutrients</w:t>
            </w:r>
          </w:p>
          <w:p w14:paraId="3ACBA4AA" w14:textId="12D01646" w:rsidR="00C471D4" w:rsidRPr="00C471D4" w:rsidRDefault="00923DC5" w:rsidP="00C471D4">
            <w:pPr>
              <w:pStyle w:val="SIBulletList1"/>
            </w:pPr>
            <w:r>
              <w:t>determined</w:t>
            </w:r>
            <w:r w:rsidR="00C471D4" w:rsidRPr="00C471D4">
              <w:t xml:space="preserve"> soil improvement requirements</w:t>
            </w:r>
            <w:r w:rsidR="009D2EFC">
              <w:t xml:space="preserve"> and strategy to improve soil biota</w:t>
            </w:r>
          </w:p>
          <w:p w14:paraId="3178DAB6" w14:textId="53F33354" w:rsidR="00C471D4" w:rsidRPr="00C471D4" w:rsidRDefault="00C471D4" w:rsidP="00C471D4">
            <w:pPr>
              <w:pStyle w:val="SIBulletList1"/>
            </w:pPr>
            <w:r w:rsidRPr="00C471D4">
              <w:t>implement</w:t>
            </w:r>
            <w:r w:rsidR="009D2EFC">
              <w:t>ed</w:t>
            </w:r>
            <w:r w:rsidRPr="00C471D4">
              <w:t xml:space="preserve"> soil improvement plan according to permaculture </w:t>
            </w:r>
            <w:r w:rsidR="00172594">
              <w:t xml:space="preserve">and organic </w:t>
            </w:r>
            <w:r w:rsidR="009D2EFC">
              <w:t>principles</w:t>
            </w:r>
          </w:p>
          <w:p w14:paraId="6BFA69AA" w14:textId="00D1DE88" w:rsidR="00556C4C" w:rsidRPr="005404CB" w:rsidRDefault="00172594" w:rsidP="008B0D6E">
            <w:pPr>
              <w:pStyle w:val="SIBulletList1"/>
            </w:pPr>
            <w:r>
              <w:t xml:space="preserve">monitored soil improvement plan to </w:t>
            </w:r>
            <w:r w:rsidR="00C471D4" w:rsidRPr="00C471D4">
              <w:t>maintain soil health</w:t>
            </w:r>
            <w:r w:rsidR="006D02B4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005095F" w14:textId="4C952477" w:rsidR="00557740" w:rsidRDefault="00557740" w:rsidP="008B0D6E">
            <w:pPr>
              <w:pStyle w:val="SIText"/>
            </w:pPr>
            <w:r w:rsidRPr="00557740">
              <w:t>An individual must be able to demonstrate the knowledge required to perform the tasks outlined in the elements and performance criteria of this unit. This includes knowledge of:</w:t>
            </w:r>
          </w:p>
          <w:p w14:paraId="6B01FDA6" w14:textId="77777777" w:rsidR="00C471D4" w:rsidRPr="00C471D4" w:rsidRDefault="00C471D4" w:rsidP="00C471D4">
            <w:pPr>
              <w:pStyle w:val="SIBulletList1"/>
            </w:pPr>
            <w:r w:rsidRPr="00C471D4">
              <w:t>permaculture principles and practices related to soil health and plant nutrition</w:t>
            </w:r>
          </w:p>
          <w:p w14:paraId="466CA6F7" w14:textId="77777777" w:rsidR="00C471D4" w:rsidRPr="00C471D4" w:rsidRDefault="00C471D4" w:rsidP="00C471D4">
            <w:pPr>
              <w:pStyle w:val="SIBulletList2"/>
            </w:pPr>
            <w:r w:rsidRPr="00C471D4">
              <w:t>working with natural soils rather than importing soil</w:t>
            </w:r>
          </w:p>
          <w:p w14:paraId="514E2DAB" w14:textId="77777777" w:rsidR="00C471D4" w:rsidRPr="00C471D4" w:rsidRDefault="00C471D4" w:rsidP="00C471D4">
            <w:pPr>
              <w:pStyle w:val="SIBulletList2"/>
            </w:pPr>
            <w:r w:rsidRPr="00C471D4">
              <w:t>soil as an ecosystem</w:t>
            </w:r>
          </w:p>
          <w:p w14:paraId="3F3ACE17" w14:textId="77777777" w:rsidR="00C471D4" w:rsidRDefault="00C471D4" w:rsidP="00C471D4">
            <w:pPr>
              <w:pStyle w:val="SIBulletList2"/>
            </w:pPr>
            <w:r w:rsidRPr="00C471D4">
              <w:t>soil as biomass and carbon capture and storage</w:t>
            </w:r>
          </w:p>
          <w:p w14:paraId="45717AE1" w14:textId="2D83DB09" w:rsidR="000740FC" w:rsidRDefault="000740FC" w:rsidP="008B0D6E">
            <w:pPr>
              <w:pStyle w:val="SIBulletList1"/>
            </w:pPr>
            <w:r>
              <w:t>sampling and testing of soils</w:t>
            </w:r>
          </w:p>
          <w:p w14:paraId="3676C52E" w14:textId="2ED3E1A4" w:rsidR="000740FC" w:rsidRDefault="000740FC">
            <w:pPr>
              <w:pStyle w:val="SIBulletList2"/>
            </w:pPr>
            <w:r>
              <w:t>purpose for testing soils</w:t>
            </w:r>
          </w:p>
          <w:p w14:paraId="60A489AF" w14:textId="154DE8B4" w:rsidR="000740FC" w:rsidRDefault="000740FC">
            <w:pPr>
              <w:pStyle w:val="SIBulletList2"/>
            </w:pPr>
            <w:r>
              <w:t>common soil tests and their outcomes</w:t>
            </w:r>
          </w:p>
          <w:p w14:paraId="1BC7D41F" w14:textId="68E4F829" w:rsidR="000740FC" w:rsidRPr="00C471D4" w:rsidRDefault="000740FC">
            <w:pPr>
              <w:pStyle w:val="SIBulletList2"/>
            </w:pPr>
            <w:r w:rsidRPr="000740FC">
              <w:t>season</w:t>
            </w:r>
            <w:r>
              <w:t>al and</w:t>
            </w:r>
            <w:r w:rsidRPr="000740FC">
              <w:t xml:space="preserve"> soil temperature</w:t>
            </w:r>
            <w:r>
              <w:t xml:space="preserve"> effects on soil</w:t>
            </w:r>
          </w:p>
          <w:p w14:paraId="1C6CEB22" w14:textId="19CC8387" w:rsidR="00C471D4" w:rsidRPr="00C471D4" w:rsidRDefault="00C471D4" w:rsidP="00C471D4">
            <w:pPr>
              <w:pStyle w:val="SIBulletList1"/>
            </w:pPr>
            <w:r w:rsidRPr="00C471D4">
              <w:t xml:space="preserve">how to read </w:t>
            </w:r>
            <w:r w:rsidR="000740FC">
              <w:t xml:space="preserve">and interpret </w:t>
            </w:r>
            <w:r w:rsidRPr="00C471D4">
              <w:t>soil test</w:t>
            </w:r>
            <w:r w:rsidR="000740FC">
              <w:t xml:space="preserve"> results</w:t>
            </w:r>
          </w:p>
          <w:p w14:paraId="19852D3A" w14:textId="77777777" w:rsidR="00C471D4" w:rsidRPr="00C471D4" w:rsidRDefault="00C471D4" w:rsidP="00C471D4">
            <w:pPr>
              <w:pStyle w:val="SIBulletList1"/>
            </w:pPr>
            <w:r w:rsidRPr="00C471D4">
              <w:t>soil testing techniques, such as:</w:t>
            </w:r>
          </w:p>
          <w:p w14:paraId="2524D48D" w14:textId="77777777" w:rsidR="00C471D4" w:rsidRPr="00C471D4" w:rsidRDefault="00C471D4" w:rsidP="00C471D4">
            <w:pPr>
              <w:pStyle w:val="SIBulletList2"/>
            </w:pPr>
            <w:r w:rsidRPr="00C471D4">
              <w:t>jar test for soil structure</w:t>
            </w:r>
          </w:p>
          <w:p w14:paraId="10FAEDD5" w14:textId="77777777" w:rsidR="00C471D4" w:rsidRPr="00C471D4" w:rsidRDefault="00C471D4" w:rsidP="00C471D4">
            <w:pPr>
              <w:pStyle w:val="SIBulletList2"/>
            </w:pPr>
            <w:r w:rsidRPr="00C471D4">
              <w:t>ribbon test and ball test for soil texture</w:t>
            </w:r>
          </w:p>
          <w:p w14:paraId="0582B83C" w14:textId="77777777" w:rsidR="00C471D4" w:rsidRPr="00C471D4" w:rsidRDefault="00C471D4" w:rsidP="00C471D4">
            <w:pPr>
              <w:pStyle w:val="SIBulletList2"/>
            </w:pPr>
            <w:r w:rsidRPr="00C471D4">
              <w:t>infiltration or permeability test</w:t>
            </w:r>
          </w:p>
          <w:p w14:paraId="02E27D96" w14:textId="77777777" w:rsidR="00C471D4" w:rsidRPr="00C471D4" w:rsidRDefault="00C471D4" w:rsidP="00C471D4">
            <w:pPr>
              <w:pStyle w:val="SIBulletList2"/>
            </w:pPr>
            <w:r w:rsidRPr="00C471D4">
              <w:t>pH testing</w:t>
            </w:r>
          </w:p>
          <w:p w14:paraId="45F8A847" w14:textId="77777777" w:rsidR="00C471D4" w:rsidRPr="00C471D4" w:rsidRDefault="00C471D4" w:rsidP="00C471D4">
            <w:pPr>
              <w:pStyle w:val="SIBulletList2"/>
            </w:pPr>
            <w:r w:rsidRPr="00C471D4">
              <w:t>compaction test</w:t>
            </w:r>
          </w:p>
          <w:p w14:paraId="6F5C7BE4" w14:textId="77777777" w:rsidR="00C471D4" w:rsidRPr="00C471D4" w:rsidRDefault="00C471D4" w:rsidP="00C471D4">
            <w:pPr>
              <w:pStyle w:val="SIBulletList2"/>
            </w:pPr>
            <w:r w:rsidRPr="00C471D4">
              <w:t>non-wetting soil test</w:t>
            </w:r>
          </w:p>
          <w:p w14:paraId="4A09D157" w14:textId="77777777" w:rsidR="00C471D4" w:rsidRPr="00C471D4" w:rsidRDefault="00C471D4" w:rsidP="00C471D4">
            <w:pPr>
              <w:pStyle w:val="SIBulletList2"/>
            </w:pPr>
            <w:r w:rsidRPr="00C471D4">
              <w:t>air-filled porosity test</w:t>
            </w:r>
          </w:p>
          <w:p w14:paraId="75B0C5A7" w14:textId="77777777" w:rsidR="00C471D4" w:rsidRPr="00C471D4" w:rsidRDefault="00C471D4" w:rsidP="00C471D4">
            <w:pPr>
              <w:pStyle w:val="SIBulletList2"/>
            </w:pPr>
            <w:r w:rsidRPr="00C471D4">
              <w:t>worm count</w:t>
            </w:r>
          </w:p>
          <w:p w14:paraId="199B89B6" w14:textId="77777777" w:rsidR="00C471D4" w:rsidRPr="00C471D4" w:rsidRDefault="00C471D4" w:rsidP="00C471D4">
            <w:pPr>
              <w:pStyle w:val="SIBulletList2"/>
            </w:pPr>
            <w:r w:rsidRPr="00C471D4">
              <w:t>microscopic biota in soils</w:t>
            </w:r>
          </w:p>
          <w:p w14:paraId="7EFED046" w14:textId="77777777" w:rsidR="00C471D4" w:rsidRPr="00C471D4" w:rsidRDefault="00C471D4" w:rsidP="00C471D4">
            <w:pPr>
              <w:pStyle w:val="SIBulletList1"/>
            </w:pPr>
            <w:r w:rsidRPr="00C471D4">
              <w:t>plant nutrient uptake and mineral action</w:t>
            </w:r>
          </w:p>
          <w:p w14:paraId="1089005F" w14:textId="77777777" w:rsidR="00C471D4" w:rsidRPr="00C471D4" w:rsidRDefault="00C471D4" w:rsidP="00C471D4">
            <w:pPr>
              <w:pStyle w:val="SIBulletList1"/>
            </w:pPr>
            <w:r w:rsidRPr="00C471D4">
              <w:t>soil chemistry</w:t>
            </w:r>
          </w:p>
          <w:p w14:paraId="72E00890" w14:textId="77777777" w:rsidR="00C471D4" w:rsidRPr="00C471D4" w:rsidRDefault="00C471D4" w:rsidP="00C471D4">
            <w:pPr>
              <w:pStyle w:val="SIBulletList1"/>
            </w:pPr>
            <w:r w:rsidRPr="00C471D4">
              <w:t>science of composting</w:t>
            </w:r>
          </w:p>
          <w:p w14:paraId="17B5642A" w14:textId="77777777" w:rsidR="00C471D4" w:rsidRPr="00C471D4" w:rsidRDefault="00C471D4" w:rsidP="00C471D4">
            <w:pPr>
              <w:pStyle w:val="SIBulletList1"/>
            </w:pPr>
            <w:r w:rsidRPr="00C471D4">
              <w:t>fungal and bacterial action and mulches appropriate to different plants</w:t>
            </w:r>
          </w:p>
          <w:p w14:paraId="24D06FCF" w14:textId="55DE8658" w:rsidR="00C471D4" w:rsidRPr="00C471D4" w:rsidRDefault="00C471D4" w:rsidP="00C471D4">
            <w:pPr>
              <w:pStyle w:val="SIBulletList1"/>
            </w:pPr>
            <w:r w:rsidRPr="00C471D4">
              <w:t>additives to improve soils</w:t>
            </w:r>
            <w:r w:rsidR="00816686">
              <w:t xml:space="preserve"> and protect soil biota and diversity</w:t>
            </w:r>
            <w:r w:rsidRPr="00C471D4">
              <w:t xml:space="preserve">, </w:t>
            </w:r>
            <w:r w:rsidR="00816686">
              <w:t>including:</w:t>
            </w:r>
          </w:p>
          <w:p w14:paraId="6B5E15CA" w14:textId="77777777" w:rsidR="00C471D4" w:rsidRPr="00C471D4" w:rsidRDefault="00C471D4" w:rsidP="00C471D4">
            <w:pPr>
              <w:pStyle w:val="SIBulletList2"/>
            </w:pPr>
            <w:r w:rsidRPr="00C471D4">
              <w:t>compost and worm castings compost teas</w:t>
            </w:r>
          </w:p>
          <w:p w14:paraId="1376CC10" w14:textId="77777777" w:rsidR="00C471D4" w:rsidRPr="00C471D4" w:rsidRDefault="00C471D4" w:rsidP="00C471D4">
            <w:pPr>
              <w:pStyle w:val="SIBulletList2"/>
            </w:pPr>
            <w:r w:rsidRPr="00C471D4">
              <w:t>biochar</w:t>
            </w:r>
          </w:p>
          <w:p w14:paraId="4F7F4805" w14:textId="77777777" w:rsidR="00C471D4" w:rsidRPr="00C471D4" w:rsidRDefault="00C471D4" w:rsidP="00C471D4">
            <w:pPr>
              <w:pStyle w:val="SIBulletList2"/>
            </w:pPr>
            <w:r w:rsidRPr="00C471D4">
              <w:t>green manures</w:t>
            </w:r>
          </w:p>
          <w:p w14:paraId="60FAC939" w14:textId="77777777" w:rsidR="00C471D4" w:rsidRPr="00C471D4" w:rsidRDefault="00C471D4" w:rsidP="00C471D4">
            <w:pPr>
              <w:pStyle w:val="SIBulletList2"/>
            </w:pPr>
            <w:r w:rsidRPr="00C471D4">
              <w:t>organic mulch</w:t>
            </w:r>
          </w:p>
          <w:p w14:paraId="10066EA5" w14:textId="77777777" w:rsidR="00C471D4" w:rsidRPr="00C471D4" w:rsidRDefault="00C471D4" w:rsidP="00C471D4">
            <w:pPr>
              <w:pStyle w:val="SIBulletList2"/>
            </w:pPr>
            <w:r w:rsidRPr="00C471D4">
              <w:t>manures/animal bedding materials</w:t>
            </w:r>
          </w:p>
          <w:p w14:paraId="61CF68BC" w14:textId="77777777" w:rsidR="00C471D4" w:rsidRPr="00C471D4" w:rsidRDefault="00C471D4" w:rsidP="00C471D4">
            <w:pPr>
              <w:pStyle w:val="SIBulletList2"/>
            </w:pPr>
            <w:r w:rsidRPr="00C471D4">
              <w:t>leaf mould</w:t>
            </w:r>
          </w:p>
          <w:p w14:paraId="6CF1E85C" w14:textId="77777777" w:rsidR="00C471D4" w:rsidRPr="00C471D4" w:rsidRDefault="00C471D4" w:rsidP="00C471D4">
            <w:pPr>
              <w:pStyle w:val="SIBulletList2"/>
            </w:pPr>
            <w:r w:rsidRPr="00C471D4">
              <w:t>plantings – green manures, nurse plants</w:t>
            </w:r>
          </w:p>
          <w:p w14:paraId="176BF920" w14:textId="77777777" w:rsidR="00C471D4" w:rsidRPr="00C471D4" w:rsidRDefault="00C471D4" w:rsidP="00C471D4">
            <w:pPr>
              <w:pStyle w:val="SIBulletList2"/>
            </w:pPr>
            <w:r w:rsidRPr="00C471D4">
              <w:t>companion planting</w:t>
            </w:r>
          </w:p>
          <w:p w14:paraId="24410317" w14:textId="77777777" w:rsidR="00C471D4" w:rsidRPr="00C471D4" w:rsidRDefault="00C471D4" w:rsidP="00C471D4">
            <w:pPr>
              <w:pStyle w:val="SIBulletList2"/>
            </w:pPr>
            <w:r w:rsidRPr="00C471D4">
              <w:t>chop and drop</w:t>
            </w:r>
          </w:p>
          <w:p w14:paraId="6D204140" w14:textId="77777777" w:rsidR="00C471D4" w:rsidRPr="00C471D4" w:rsidRDefault="00C471D4" w:rsidP="00C471D4">
            <w:pPr>
              <w:pStyle w:val="SIBulletList2"/>
            </w:pPr>
            <w:r w:rsidRPr="00C471D4">
              <w:lastRenderedPageBreak/>
              <w:t>nutrient trapping systems</w:t>
            </w:r>
          </w:p>
          <w:p w14:paraId="0974216D" w14:textId="77777777" w:rsidR="00C471D4" w:rsidRPr="00C471D4" w:rsidRDefault="00C471D4" w:rsidP="00C471D4">
            <w:pPr>
              <w:pStyle w:val="SIBulletList2"/>
            </w:pPr>
            <w:r w:rsidRPr="00C471D4">
              <w:t>greywater use</w:t>
            </w:r>
          </w:p>
          <w:p w14:paraId="4732F8BC" w14:textId="77777777" w:rsidR="00C471D4" w:rsidRPr="00C471D4" w:rsidRDefault="00C471D4" w:rsidP="00C471D4">
            <w:pPr>
              <w:pStyle w:val="SIBulletList2"/>
            </w:pPr>
            <w:r w:rsidRPr="00C471D4">
              <w:t>organically certified products</w:t>
            </w:r>
          </w:p>
          <w:p w14:paraId="097D2F99" w14:textId="77777777" w:rsidR="00C471D4" w:rsidRPr="00C471D4" w:rsidRDefault="00C471D4" w:rsidP="00C471D4">
            <w:pPr>
              <w:pStyle w:val="SIBulletList2"/>
            </w:pPr>
            <w:r w:rsidRPr="00C471D4">
              <w:t xml:space="preserve">amendments that may include rock dust, gypsum, dolomite, lime, zircon, </w:t>
            </w:r>
            <w:proofErr w:type="gramStart"/>
            <w:r w:rsidRPr="00C471D4">
              <w:t>sulphur</w:t>
            </w:r>
            <w:proofErr w:type="gramEnd"/>
            <w:r w:rsidRPr="00C471D4">
              <w:t xml:space="preserve"> and other minerals</w:t>
            </w:r>
          </w:p>
          <w:p w14:paraId="31846DE1" w14:textId="77777777" w:rsidR="00C471D4" w:rsidRDefault="00C471D4" w:rsidP="002B031F">
            <w:pPr>
              <w:pStyle w:val="SIBulletList1"/>
            </w:pPr>
            <w:r w:rsidRPr="00C471D4">
              <w:t>soil life, including microscopic life</w:t>
            </w:r>
          </w:p>
          <w:p w14:paraId="7A5EEAC0" w14:textId="77777777" w:rsidR="00B5585F" w:rsidRDefault="00B5585F" w:rsidP="00C471D4">
            <w:pPr>
              <w:pStyle w:val="SIBulletList1"/>
            </w:pPr>
            <w:r>
              <w:t>monitoring and recording procedures for soil improvement plans, including:</w:t>
            </w:r>
          </w:p>
          <w:p w14:paraId="6D724F35" w14:textId="76BBAB2E" w:rsidR="00B5585F" w:rsidRDefault="00B5585F" w:rsidP="008B0D6E">
            <w:pPr>
              <w:pStyle w:val="SIBulletList2"/>
            </w:pPr>
            <w:r>
              <w:t xml:space="preserve">observing </w:t>
            </w:r>
            <w:r w:rsidRPr="00B5585F">
              <w:t>changes over time</w:t>
            </w:r>
          </w:p>
          <w:p w14:paraId="51F524AC" w14:textId="18A2FE4C" w:rsidR="00B5585F" w:rsidRDefault="00B5585F" w:rsidP="008B0D6E">
            <w:pPr>
              <w:pStyle w:val="SIBulletList2"/>
            </w:pPr>
            <w:r>
              <w:t>use of t</w:t>
            </w:r>
            <w:r w:rsidRPr="00B5585F">
              <w:t xml:space="preserve">ables </w:t>
            </w:r>
            <w:r>
              <w:t>and charts to record data</w:t>
            </w:r>
          </w:p>
          <w:p w14:paraId="6EB7A62D" w14:textId="40026361" w:rsidR="00B5585F" w:rsidRDefault="00B5585F" w:rsidP="008B0D6E">
            <w:pPr>
              <w:pStyle w:val="SIBulletList2"/>
            </w:pPr>
            <w:r>
              <w:t xml:space="preserve">importance of </w:t>
            </w:r>
            <w:r w:rsidRPr="00B5585F">
              <w:t>photographic records</w:t>
            </w:r>
          </w:p>
          <w:p w14:paraId="22722868" w14:textId="36AB5BCD" w:rsidR="00B5585F" w:rsidRDefault="00B5585F" w:rsidP="008B0D6E">
            <w:pPr>
              <w:pStyle w:val="SIBulletList2"/>
            </w:pPr>
            <w:r>
              <w:t>documenting observations</w:t>
            </w:r>
          </w:p>
          <w:p w14:paraId="3B98C371" w14:textId="051CB34B" w:rsidR="003C7869" w:rsidRDefault="003C7869">
            <w:pPr>
              <w:pStyle w:val="SIBulletList1"/>
            </w:pPr>
            <w:r>
              <w:t>cultural practices detrimental to soil health, including:</w:t>
            </w:r>
          </w:p>
          <w:p w14:paraId="11204A4C" w14:textId="77777777" w:rsidR="003C7869" w:rsidRDefault="003C7869" w:rsidP="008B0D6E">
            <w:pPr>
              <w:pStyle w:val="SIBulletList2"/>
            </w:pPr>
            <w:r w:rsidRPr="003C7869">
              <w:t>over- or under- watering</w:t>
            </w:r>
          </w:p>
          <w:p w14:paraId="7BDFD123" w14:textId="77777777" w:rsidR="003C7869" w:rsidRDefault="003C7869" w:rsidP="008B0D6E">
            <w:pPr>
              <w:pStyle w:val="SIBulletList2"/>
            </w:pPr>
            <w:r w:rsidRPr="003C7869">
              <w:t>over-grazing</w:t>
            </w:r>
          </w:p>
          <w:p w14:paraId="7981D506" w14:textId="77777777" w:rsidR="003C7869" w:rsidRDefault="003C7869" w:rsidP="008B0D6E">
            <w:pPr>
              <w:pStyle w:val="SIBulletList2"/>
            </w:pPr>
            <w:r w:rsidRPr="003C7869">
              <w:t>over-cultivating</w:t>
            </w:r>
          </w:p>
          <w:p w14:paraId="74B9723B" w14:textId="0B28B466" w:rsidR="003C7869" w:rsidRPr="00C471D4" w:rsidRDefault="003C7869" w:rsidP="008B0D6E">
            <w:pPr>
              <w:pStyle w:val="SIBulletList2"/>
            </w:pPr>
            <w:r w:rsidRPr="003C7869">
              <w:t>off-contour ploughing</w:t>
            </w:r>
          </w:p>
          <w:p w14:paraId="40782987" w14:textId="77777777" w:rsidR="00C471D4" w:rsidRPr="00C471D4" w:rsidRDefault="00C471D4" w:rsidP="00C471D4">
            <w:pPr>
              <w:pStyle w:val="SIBulletList1"/>
            </w:pPr>
            <w:r w:rsidRPr="00C471D4">
              <w:t>methods of waste disposal causing minimal impact on the environment</w:t>
            </w:r>
          </w:p>
          <w:p w14:paraId="5C8CD985" w14:textId="6D4DCDF9" w:rsidR="00F1480E" w:rsidRPr="005404CB" w:rsidRDefault="00C471D4" w:rsidP="008B0D6E">
            <w:pPr>
              <w:pStyle w:val="SIBulletList1"/>
            </w:pPr>
            <w:r w:rsidRPr="00C471D4">
              <w:t>the effects of conventional agricultural chemicals on soils and soil ecosystems</w:t>
            </w:r>
            <w:r w:rsidR="000740FC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978472C" w14:textId="77777777" w:rsidR="00172594" w:rsidRPr="00172594" w:rsidRDefault="00172594" w:rsidP="00172594">
            <w:r w:rsidRPr="00172594">
              <w:t xml:space="preserve">Assessment of the skills in this unit of competency must take place under the following conditions: </w:t>
            </w:r>
          </w:p>
          <w:p w14:paraId="564F4836" w14:textId="77777777" w:rsidR="00172594" w:rsidRPr="00172594" w:rsidRDefault="00172594" w:rsidP="008B0D6E">
            <w:pPr>
              <w:pStyle w:val="SIBulletList1"/>
            </w:pPr>
            <w:r w:rsidRPr="00172594">
              <w:t>physical conditions:</w:t>
            </w:r>
          </w:p>
          <w:p w14:paraId="3A9228AB" w14:textId="77777777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t>skills must be demonstrated in a permaculture system or an environment that accurately represents workplace conditions</w:t>
            </w:r>
          </w:p>
          <w:p w14:paraId="142EF4ED" w14:textId="77777777" w:rsidR="00172594" w:rsidRPr="00172594" w:rsidRDefault="00172594" w:rsidP="008B0D6E">
            <w:pPr>
              <w:pStyle w:val="SIBulletList1"/>
            </w:pPr>
            <w:r w:rsidRPr="00172594">
              <w:t xml:space="preserve">resources, </w:t>
            </w:r>
            <w:proofErr w:type="gramStart"/>
            <w:r w:rsidRPr="00172594">
              <w:t>equipment</w:t>
            </w:r>
            <w:proofErr w:type="gramEnd"/>
            <w:r w:rsidRPr="00172594">
              <w:t xml:space="preserve"> and materials:</w:t>
            </w:r>
          </w:p>
          <w:p w14:paraId="6876E28A" w14:textId="0FFA11F7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t xml:space="preserve">use of </w:t>
            </w:r>
            <w:r>
              <w:t xml:space="preserve">soil and soil sampling </w:t>
            </w:r>
            <w:r w:rsidRPr="00172594">
              <w:t>tools and equipment</w:t>
            </w:r>
          </w:p>
          <w:p w14:paraId="5CB1FF9A" w14:textId="35D3C6B2" w:rsidR="00172594" w:rsidRPr="008B0D6E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t xml:space="preserve">use of </w:t>
            </w:r>
            <w:r>
              <w:t>soil testing consumables and equipment for tests specified in the Performance Evidence</w:t>
            </w:r>
          </w:p>
          <w:p w14:paraId="5C83F21F" w14:textId="77777777" w:rsidR="00172594" w:rsidRPr="00172594" w:rsidRDefault="00172594" w:rsidP="008B0D6E">
            <w:pPr>
              <w:pStyle w:val="SIBulletList1"/>
              <w:rPr>
                <w:rFonts w:eastAsia="Calibri"/>
              </w:rPr>
            </w:pPr>
            <w:r w:rsidRPr="00172594">
              <w:rPr>
                <w:rFonts w:eastAsia="Calibri"/>
              </w:rPr>
              <w:t>specifications:</w:t>
            </w:r>
          </w:p>
          <w:p w14:paraId="4CEC8054" w14:textId="77777777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>use of workplace policies, procedures, processes</w:t>
            </w:r>
          </w:p>
          <w:p w14:paraId="2803F407" w14:textId="70C93D7F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 xml:space="preserve">use of manufacturer operating instructions for </w:t>
            </w:r>
            <w:r>
              <w:rPr>
                <w:rFonts w:eastAsia="Calibri"/>
              </w:rPr>
              <w:t>sampling and testing equipment</w:t>
            </w:r>
          </w:p>
          <w:p w14:paraId="3AB57E65" w14:textId="58391C52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>access to safety data sheets</w:t>
            </w:r>
            <w:r>
              <w:rPr>
                <w:rFonts w:eastAsia="Calibri"/>
              </w:rPr>
              <w:t xml:space="preserve"> for test chemicals</w:t>
            </w:r>
          </w:p>
          <w:p w14:paraId="5FBEB7F7" w14:textId="77777777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>use of workplace instructions/job specifications/client briefs</w:t>
            </w:r>
          </w:p>
          <w:p w14:paraId="32A45F50" w14:textId="542FDF4A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 xml:space="preserve">access to specific </w:t>
            </w:r>
            <w:r>
              <w:rPr>
                <w:rFonts w:eastAsia="Calibri"/>
              </w:rPr>
              <w:t>standards and principles of permaculture and organic growing</w:t>
            </w:r>
          </w:p>
          <w:p w14:paraId="66E95F12" w14:textId="77777777" w:rsidR="00172594" w:rsidRPr="00172594" w:rsidRDefault="00172594" w:rsidP="008B0D6E">
            <w:pPr>
              <w:pStyle w:val="SIBulletList1"/>
            </w:pPr>
            <w:r w:rsidRPr="00172594">
              <w:t>relationships:</w:t>
            </w:r>
          </w:p>
          <w:p w14:paraId="21F11BAB" w14:textId="59B000C0" w:rsidR="00172594" w:rsidRPr="00172594" w:rsidRDefault="00172594" w:rsidP="008B0D6E">
            <w:pPr>
              <w:pStyle w:val="SIBulletList2"/>
            </w:pPr>
            <w:r>
              <w:t>stakeholders with expertise</w:t>
            </w:r>
          </w:p>
          <w:p w14:paraId="77EF131A" w14:textId="77777777" w:rsidR="00172594" w:rsidRPr="00172594" w:rsidRDefault="00172594" w:rsidP="008B0D6E">
            <w:pPr>
              <w:pStyle w:val="SIBulletList1"/>
            </w:pPr>
            <w:r w:rsidRPr="00172594">
              <w:t xml:space="preserve">timeframes: </w:t>
            </w:r>
          </w:p>
          <w:p w14:paraId="46FBDC68" w14:textId="5C3DD170" w:rsidR="00172594" w:rsidRPr="00172594" w:rsidRDefault="00172594" w:rsidP="008B0D6E">
            <w:pPr>
              <w:pStyle w:val="SIBulletList2"/>
            </w:pPr>
            <w:r w:rsidRPr="00172594">
              <w:t xml:space="preserve">according to </w:t>
            </w:r>
            <w:r>
              <w:t>seasonal variations</w:t>
            </w:r>
            <w:r w:rsidRPr="00172594">
              <w:t>.</w:t>
            </w:r>
          </w:p>
          <w:p w14:paraId="47434A76" w14:textId="77777777" w:rsidR="00172594" w:rsidRPr="00172594" w:rsidRDefault="00172594" w:rsidP="00172594"/>
          <w:p w14:paraId="759850B7" w14:textId="38A8C035" w:rsidR="003B541E" w:rsidRPr="005404CB" w:rsidRDefault="00172594" w:rsidP="008B0D6E">
            <w:pPr>
              <w:rPr>
                <w:rFonts w:eastAsia="Calibri"/>
              </w:rPr>
            </w:pPr>
            <w:r w:rsidRPr="0017259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F5D2" w14:textId="77777777" w:rsidR="00010EA8" w:rsidRDefault="00010EA8" w:rsidP="00BF3F0A">
      <w:r>
        <w:separator/>
      </w:r>
    </w:p>
    <w:p w14:paraId="4B134AE3" w14:textId="77777777" w:rsidR="00010EA8" w:rsidRDefault="00010EA8"/>
  </w:endnote>
  <w:endnote w:type="continuationSeparator" w:id="0">
    <w:p w14:paraId="54BDAECF" w14:textId="77777777" w:rsidR="00010EA8" w:rsidRDefault="00010EA8" w:rsidP="00BF3F0A">
      <w:r>
        <w:continuationSeparator/>
      </w:r>
    </w:p>
    <w:p w14:paraId="0BE82CF2" w14:textId="77777777" w:rsidR="00010EA8" w:rsidRDefault="0001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B0D6E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47DD" w14:textId="77777777" w:rsidR="00010EA8" w:rsidRDefault="00010EA8" w:rsidP="00BF3F0A">
      <w:r>
        <w:separator/>
      </w:r>
    </w:p>
    <w:p w14:paraId="1394DC9A" w14:textId="77777777" w:rsidR="00010EA8" w:rsidRDefault="00010EA8"/>
  </w:footnote>
  <w:footnote w:type="continuationSeparator" w:id="0">
    <w:p w14:paraId="341503D3" w14:textId="77777777" w:rsidR="00010EA8" w:rsidRDefault="00010EA8" w:rsidP="00BF3F0A">
      <w:r>
        <w:continuationSeparator/>
      </w:r>
    </w:p>
    <w:p w14:paraId="2540902B" w14:textId="77777777" w:rsidR="00010EA8" w:rsidRDefault="0001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2DB4F5A" w:rsidR="009C2650" w:rsidRPr="000754EC" w:rsidRDefault="0062123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6140B" w:rsidRPr="00D6140B">
      <w:t xml:space="preserve"> AHCPER319 Test, improve and maintain healthy soil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F7ED8"/>
    <w:multiLevelType w:val="multilevel"/>
    <w:tmpl w:val="0F300E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86800"/>
    <w:multiLevelType w:val="multilevel"/>
    <w:tmpl w:val="3B10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DC67D7"/>
    <w:multiLevelType w:val="multilevel"/>
    <w:tmpl w:val="CAF6B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350A81"/>
    <w:multiLevelType w:val="multilevel"/>
    <w:tmpl w:val="6F767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314785"/>
    <w:multiLevelType w:val="multilevel"/>
    <w:tmpl w:val="0B46C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8732FE"/>
    <w:multiLevelType w:val="multilevel"/>
    <w:tmpl w:val="0758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A71A72"/>
    <w:multiLevelType w:val="multilevel"/>
    <w:tmpl w:val="57026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DF3AC1"/>
    <w:multiLevelType w:val="multilevel"/>
    <w:tmpl w:val="7A7A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0655465"/>
    <w:multiLevelType w:val="multilevel"/>
    <w:tmpl w:val="E4CE6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1335A2"/>
    <w:multiLevelType w:val="multilevel"/>
    <w:tmpl w:val="B2284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166210"/>
    <w:multiLevelType w:val="multilevel"/>
    <w:tmpl w:val="A508BF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CE7A0F"/>
    <w:multiLevelType w:val="multilevel"/>
    <w:tmpl w:val="B1B04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812F08"/>
    <w:multiLevelType w:val="multilevel"/>
    <w:tmpl w:val="19AAC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086677"/>
    <w:multiLevelType w:val="multilevel"/>
    <w:tmpl w:val="68D2D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DF677F"/>
    <w:multiLevelType w:val="multilevel"/>
    <w:tmpl w:val="948A0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5B2F11"/>
    <w:multiLevelType w:val="multilevel"/>
    <w:tmpl w:val="C34CD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985BC3"/>
    <w:multiLevelType w:val="multilevel"/>
    <w:tmpl w:val="2112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5C7688"/>
    <w:multiLevelType w:val="multilevel"/>
    <w:tmpl w:val="2B769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A24F02"/>
    <w:multiLevelType w:val="multilevel"/>
    <w:tmpl w:val="99D64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250DDA"/>
    <w:multiLevelType w:val="multilevel"/>
    <w:tmpl w:val="45845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63C69"/>
    <w:multiLevelType w:val="multilevel"/>
    <w:tmpl w:val="8B026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1917A3"/>
    <w:multiLevelType w:val="multilevel"/>
    <w:tmpl w:val="F6C810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88297E"/>
    <w:multiLevelType w:val="multilevel"/>
    <w:tmpl w:val="EB247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A24D9E"/>
    <w:multiLevelType w:val="multilevel"/>
    <w:tmpl w:val="BE3EE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506A2B"/>
    <w:multiLevelType w:val="multilevel"/>
    <w:tmpl w:val="6B5E5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1E1E84"/>
    <w:multiLevelType w:val="multilevel"/>
    <w:tmpl w:val="DDFA3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A77AE3"/>
    <w:multiLevelType w:val="multilevel"/>
    <w:tmpl w:val="78FE0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5C4646"/>
    <w:multiLevelType w:val="multilevel"/>
    <w:tmpl w:val="6B507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3317929">
    <w:abstractNumId w:val="29"/>
  </w:num>
  <w:num w:numId="2" w16cid:durableId="1505046325">
    <w:abstractNumId w:val="22"/>
  </w:num>
  <w:num w:numId="3" w16cid:durableId="582228272">
    <w:abstractNumId w:val="1"/>
  </w:num>
  <w:num w:numId="4" w16cid:durableId="1363823607">
    <w:abstractNumId w:val="32"/>
  </w:num>
  <w:num w:numId="5" w16cid:durableId="1840004753">
    <w:abstractNumId w:val="13"/>
  </w:num>
  <w:num w:numId="6" w16cid:durableId="586185112">
    <w:abstractNumId w:val="23"/>
  </w:num>
  <w:num w:numId="7" w16cid:durableId="1118254949">
    <w:abstractNumId w:val="36"/>
  </w:num>
  <w:num w:numId="8" w16cid:durableId="770126808">
    <w:abstractNumId w:val="26"/>
  </w:num>
  <w:num w:numId="9" w16cid:durableId="1076901517">
    <w:abstractNumId w:val="24"/>
  </w:num>
  <w:num w:numId="10" w16cid:durableId="1388802772">
    <w:abstractNumId w:val="35"/>
  </w:num>
  <w:num w:numId="11" w16cid:durableId="1058430357">
    <w:abstractNumId w:val="7"/>
  </w:num>
  <w:num w:numId="12" w16cid:durableId="634064864">
    <w:abstractNumId w:val="17"/>
  </w:num>
  <w:num w:numId="13" w16cid:durableId="599025524">
    <w:abstractNumId w:val="5"/>
  </w:num>
  <w:num w:numId="14" w16cid:durableId="1571425283">
    <w:abstractNumId w:val="28"/>
  </w:num>
  <w:num w:numId="15" w16cid:durableId="363136871">
    <w:abstractNumId w:val="34"/>
  </w:num>
  <w:num w:numId="16" w16cid:durableId="1369601999">
    <w:abstractNumId w:val="30"/>
  </w:num>
  <w:num w:numId="17" w16cid:durableId="1281647849">
    <w:abstractNumId w:val="3"/>
  </w:num>
  <w:num w:numId="18" w16cid:durableId="1244954385">
    <w:abstractNumId w:val="8"/>
  </w:num>
  <w:num w:numId="19" w16cid:durableId="1114398152">
    <w:abstractNumId w:val="2"/>
  </w:num>
  <w:num w:numId="20" w16cid:durableId="300311303">
    <w:abstractNumId w:val="21"/>
  </w:num>
  <w:num w:numId="21" w16cid:durableId="1791361937">
    <w:abstractNumId w:val="14"/>
  </w:num>
  <w:num w:numId="22" w16cid:durableId="1136147960">
    <w:abstractNumId w:val="20"/>
  </w:num>
  <w:num w:numId="23" w16cid:durableId="1848137423">
    <w:abstractNumId w:val="9"/>
  </w:num>
  <w:num w:numId="24" w16cid:durableId="2024897840">
    <w:abstractNumId w:val="38"/>
  </w:num>
  <w:num w:numId="25" w16cid:durableId="993921145">
    <w:abstractNumId w:val="27"/>
  </w:num>
  <w:num w:numId="26" w16cid:durableId="402334513">
    <w:abstractNumId w:val="18"/>
  </w:num>
  <w:num w:numId="27" w16cid:durableId="631717918">
    <w:abstractNumId w:val="11"/>
  </w:num>
  <w:num w:numId="28" w16cid:durableId="1948534936">
    <w:abstractNumId w:val="16"/>
  </w:num>
  <w:num w:numId="29" w16cid:durableId="1857886529">
    <w:abstractNumId w:val="25"/>
  </w:num>
  <w:num w:numId="30" w16cid:durableId="2142382051">
    <w:abstractNumId w:val="33"/>
  </w:num>
  <w:num w:numId="31" w16cid:durableId="28190235">
    <w:abstractNumId w:val="31"/>
  </w:num>
  <w:num w:numId="32" w16cid:durableId="668944387">
    <w:abstractNumId w:val="0"/>
  </w:num>
  <w:num w:numId="33" w16cid:durableId="241532242">
    <w:abstractNumId w:val="15"/>
  </w:num>
  <w:num w:numId="34" w16cid:durableId="1616476679">
    <w:abstractNumId w:val="37"/>
  </w:num>
  <w:num w:numId="35" w16cid:durableId="268898798">
    <w:abstractNumId w:val="6"/>
  </w:num>
  <w:num w:numId="36" w16cid:durableId="127825333">
    <w:abstractNumId w:val="19"/>
  </w:num>
  <w:num w:numId="37" w16cid:durableId="10689180">
    <w:abstractNumId w:val="3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0FC"/>
    <w:rsid w:val="00074E47"/>
    <w:rsid w:val="000754EC"/>
    <w:rsid w:val="00082CC3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73B"/>
    <w:rsid w:val="000F29F2"/>
    <w:rsid w:val="000F7B0C"/>
    <w:rsid w:val="00101659"/>
    <w:rsid w:val="00105AEA"/>
    <w:rsid w:val="001078BF"/>
    <w:rsid w:val="001129A2"/>
    <w:rsid w:val="00133957"/>
    <w:rsid w:val="001343D9"/>
    <w:rsid w:val="0013525C"/>
    <w:rsid w:val="001372F6"/>
    <w:rsid w:val="00144385"/>
    <w:rsid w:val="00146EEC"/>
    <w:rsid w:val="00151D55"/>
    <w:rsid w:val="00151D93"/>
    <w:rsid w:val="00156EF3"/>
    <w:rsid w:val="00162CC8"/>
    <w:rsid w:val="00172594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2CF2"/>
    <w:rsid w:val="001D30EB"/>
    <w:rsid w:val="001D5C1B"/>
    <w:rsid w:val="001D7F5B"/>
    <w:rsid w:val="001E0849"/>
    <w:rsid w:val="001E16BC"/>
    <w:rsid w:val="001E16DF"/>
    <w:rsid w:val="001E1A0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77A4A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C7869"/>
    <w:rsid w:val="003D2E73"/>
    <w:rsid w:val="003E72B6"/>
    <w:rsid w:val="003E7BBE"/>
    <w:rsid w:val="003F14E7"/>
    <w:rsid w:val="00400B60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5EDA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740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123A"/>
    <w:rsid w:val="00633CFE"/>
    <w:rsid w:val="00634FCA"/>
    <w:rsid w:val="00643D1B"/>
    <w:rsid w:val="006452B8"/>
    <w:rsid w:val="00652E62"/>
    <w:rsid w:val="0066140A"/>
    <w:rsid w:val="00663815"/>
    <w:rsid w:val="006741F8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02B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668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0D6E"/>
    <w:rsid w:val="008B2C77"/>
    <w:rsid w:val="008B4AD2"/>
    <w:rsid w:val="008B5571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3DC5"/>
    <w:rsid w:val="009278C9"/>
    <w:rsid w:val="00932CD7"/>
    <w:rsid w:val="00944C09"/>
    <w:rsid w:val="0095019A"/>
    <w:rsid w:val="009527CB"/>
    <w:rsid w:val="00953835"/>
    <w:rsid w:val="00955199"/>
    <w:rsid w:val="00960F6C"/>
    <w:rsid w:val="009620B0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2EFC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585F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BF6573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6293D"/>
    <w:rsid w:val="00C636CA"/>
    <w:rsid w:val="00C70626"/>
    <w:rsid w:val="00C72860"/>
    <w:rsid w:val="00C72A48"/>
    <w:rsid w:val="00C73582"/>
    <w:rsid w:val="00C73B90"/>
    <w:rsid w:val="00C742EC"/>
    <w:rsid w:val="00C77D12"/>
    <w:rsid w:val="00C91B1E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616F"/>
    <w:rsid w:val="00F56451"/>
    <w:rsid w:val="00F56827"/>
    <w:rsid w:val="00F57D99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1F40"/>
    <w:rsid w:val="00FB232E"/>
    <w:rsid w:val="00FD557D"/>
    <w:rsid w:val="00FE0282"/>
    <w:rsid w:val="00FE124D"/>
    <w:rsid w:val="00FE490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4C5EDA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62123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0C310D-6688-47EA-9E60-CB50BC6013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81A0713-CB67-42A1-90F1-1DBC56B1F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252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111</cp:revision>
  <cp:lastPrinted>2016-05-27T05:21:00Z</cp:lastPrinted>
  <dcterms:created xsi:type="dcterms:W3CDTF">2021-09-14T01:14:00Z</dcterms:created>
  <dcterms:modified xsi:type="dcterms:W3CDTF">2022-05-13T02:34:00Z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